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4D7" w:rsidRDefault="00FC74D7">
      <w:r w:rsidRPr="00C9629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279pt;height:3in;visibility:visible">
            <v:imagedata r:id="rId4" o:title="" croptop="22187f" cropbottom="26150f" cropleft="38124f" cropright="9452f"/>
          </v:shape>
        </w:pict>
      </w:r>
    </w:p>
    <w:p w:rsidR="00FC74D7" w:rsidRDefault="00FC74D7">
      <w:r>
        <w:t>Royal instead of premier</w:t>
      </w:r>
    </w:p>
    <w:p w:rsidR="00FC74D7" w:rsidRDefault="00FC74D7"/>
    <w:sectPr w:rsidR="00FC74D7" w:rsidSect="00E500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486E"/>
    <w:rsid w:val="00024AD7"/>
    <w:rsid w:val="001F2835"/>
    <w:rsid w:val="002101E5"/>
    <w:rsid w:val="00317FE7"/>
    <w:rsid w:val="003B0AB7"/>
    <w:rsid w:val="00BA486E"/>
    <w:rsid w:val="00C96298"/>
    <w:rsid w:val="00E50011"/>
    <w:rsid w:val="00FC7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011"/>
    <w:pPr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91</TotalTime>
  <Pages>1</Pages>
  <Words>4</Words>
  <Characters>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Dandurand, Michael</dc:creator>
  <cp:keywords/>
  <dc:description/>
  <cp:lastModifiedBy>Mike</cp:lastModifiedBy>
  <cp:revision>2</cp:revision>
  <dcterms:created xsi:type="dcterms:W3CDTF">2015-06-18T15:56:00Z</dcterms:created>
  <dcterms:modified xsi:type="dcterms:W3CDTF">2015-06-24T16:16:00Z</dcterms:modified>
</cp:coreProperties>
</file>